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042" w:rsidRDefault="00D77042" w:rsidP="00D77042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5E6D4A0F" wp14:editId="21BF1C55">
            <wp:extent cx="494030" cy="629920"/>
            <wp:effectExtent l="0" t="0" r="127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042" w:rsidRDefault="00D77042" w:rsidP="00D77042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D77042" w:rsidRDefault="00D77042" w:rsidP="00D77042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D77042" w:rsidRDefault="00D77042" w:rsidP="00D77042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D77042" w:rsidRDefault="00D77042" w:rsidP="00D7704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77042" w:rsidRDefault="00D77042" w:rsidP="00D77042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0812">
        <w:rPr>
          <w:b/>
          <w:sz w:val="28"/>
          <w:szCs w:val="28"/>
          <w:u w:val="single"/>
        </w:rPr>
        <w:t>10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.05.2023 № </w:t>
      </w:r>
      <w:r w:rsidR="007B0812">
        <w:rPr>
          <w:b/>
          <w:sz w:val="28"/>
          <w:szCs w:val="28"/>
          <w:u w:val="single"/>
        </w:rPr>
        <w:t>146</w:t>
      </w:r>
      <w:r>
        <w:rPr>
          <w:b/>
          <w:sz w:val="28"/>
          <w:szCs w:val="28"/>
          <w:u w:val="single"/>
        </w:rPr>
        <w:t>п</w:t>
      </w:r>
    </w:p>
    <w:p w:rsidR="00D77042" w:rsidRPr="0074551D" w:rsidRDefault="00D77042" w:rsidP="00D77042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2328DE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D77042" w:rsidTr="00061A86">
        <w:trPr>
          <w:trHeight w:val="855"/>
        </w:trPr>
        <w:tc>
          <w:tcPr>
            <w:tcW w:w="3227" w:type="dxa"/>
            <w:hideMark/>
          </w:tcPr>
          <w:p w:rsidR="00D77042" w:rsidRDefault="00D77042" w:rsidP="0025377B">
            <w:pPr>
              <w:jc w:val="both"/>
              <w:rPr>
                <w:sz w:val="22"/>
              </w:rPr>
            </w:pPr>
            <w:r>
              <w:rPr>
                <w:sz w:val="22"/>
              </w:rPr>
              <w:t>О внесении изменени</w:t>
            </w:r>
            <w:r w:rsidR="0025377B">
              <w:rPr>
                <w:sz w:val="22"/>
              </w:rPr>
              <w:t>я</w:t>
            </w:r>
            <w:r>
              <w:rPr>
                <w:sz w:val="22"/>
              </w:rPr>
              <w:t xml:space="preserve">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14.12.2022 № 314п </w:t>
            </w:r>
          </w:p>
        </w:tc>
      </w:tr>
    </w:tbl>
    <w:p w:rsidR="00D77042" w:rsidRPr="00D62D5A" w:rsidRDefault="00D77042" w:rsidP="00D77042">
      <w:pPr>
        <w:ind w:firstLine="709"/>
        <w:rPr>
          <w:sz w:val="28"/>
          <w:szCs w:val="28"/>
        </w:rPr>
      </w:pPr>
    </w:p>
    <w:p w:rsidR="00D77042" w:rsidRDefault="00D77042" w:rsidP="00D77042">
      <w:pPr>
        <w:ind w:firstLine="709"/>
        <w:rPr>
          <w:sz w:val="28"/>
          <w:szCs w:val="28"/>
        </w:rPr>
      </w:pPr>
    </w:p>
    <w:p w:rsidR="00D77042" w:rsidRDefault="00D77042" w:rsidP="00D77042"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>
        <w:rPr>
          <w:sz w:val="26"/>
          <w:szCs w:val="26"/>
        </w:rPr>
        <w:br/>
        <w:t xml:space="preserve"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муниципальных предприятий и учреждений Заполярного района, утвержденным Администрацией  муниципального района «Заполярный район» от 01.02.2018 № 22п, Администрация муниципального района «Заполярный район» </w:t>
      </w:r>
      <w:r w:rsidR="0025377B">
        <w:rPr>
          <w:sz w:val="26"/>
          <w:szCs w:val="26"/>
        </w:rPr>
        <w:t>Ненецкого автономного округа</w:t>
      </w:r>
      <w:r>
        <w:rPr>
          <w:sz w:val="26"/>
          <w:szCs w:val="26"/>
        </w:rPr>
        <w:t xml:space="preserve"> ПОСТАНОВЛЯЕТ:</w:t>
      </w:r>
    </w:p>
    <w:p w:rsidR="00D77042" w:rsidRDefault="00D77042" w:rsidP="00D77042">
      <w:pPr>
        <w:jc w:val="both"/>
        <w:rPr>
          <w:sz w:val="28"/>
          <w:szCs w:val="28"/>
        </w:rPr>
      </w:pPr>
    </w:p>
    <w:p w:rsidR="00D77042" w:rsidRPr="00B03EA4" w:rsidRDefault="00D77042" w:rsidP="00D77042">
      <w:pPr>
        <w:pStyle w:val="aa"/>
        <w:numPr>
          <w:ilvl w:val="0"/>
          <w:numId w:val="41"/>
        </w:numPr>
        <w:autoSpaceDE w:val="0"/>
        <w:autoSpaceDN w:val="0"/>
        <w:adjustRightInd w:val="0"/>
        <w:ind w:left="0" w:firstLine="687"/>
        <w:jc w:val="both"/>
        <w:rPr>
          <w:sz w:val="26"/>
          <w:szCs w:val="26"/>
        </w:rPr>
      </w:pPr>
      <w:r w:rsidRPr="00B03EA4">
        <w:rPr>
          <w:sz w:val="26"/>
          <w:szCs w:val="26"/>
        </w:rPr>
        <w:t xml:space="preserve">Добавить приложение № </w:t>
      </w:r>
      <w:r>
        <w:rPr>
          <w:sz w:val="26"/>
          <w:szCs w:val="26"/>
        </w:rPr>
        <w:t>8</w:t>
      </w:r>
      <w:r w:rsidRPr="00B03EA4">
        <w:rPr>
          <w:sz w:val="26"/>
          <w:szCs w:val="26"/>
        </w:rPr>
        <w:t xml:space="preserve"> к постановлению Администрации Заполярного района от </w:t>
      </w:r>
      <w:r>
        <w:rPr>
          <w:sz w:val="26"/>
          <w:szCs w:val="26"/>
        </w:rPr>
        <w:t>14</w:t>
      </w:r>
      <w:r w:rsidRPr="00B03EA4">
        <w:rPr>
          <w:sz w:val="26"/>
          <w:szCs w:val="26"/>
        </w:rPr>
        <w:t>.12.202</w:t>
      </w:r>
      <w:r>
        <w:rPr>
          <w:sz w:val="26"/>
          <w:szCs w:val="26"/>
        </w:rPr>
        <w:t>2</w:t>
      </w:r>
      <w:r w:rsidRPr="00B03EA4">
        <w:rPr>
          <w:sz w:val="26"/>
          <w:szCs w:val="26"/>
        </w:rPr>
        <w:t xml:space="preserve"> № 3</w:t>
      </w:r>
      <w:r>
        <w:rPr>
          <w:sz w:val="26"/>
          <w:szCs w:val="26"/>
        </w:rPr>
        <w:t>14</w:t>
      </w:r>
      <w:r w:rsidRPr="00B03EA4">
        <w:rPr>
          <w:sz w:val="26"/>
          <w:szCs w:val="26"/>
        </w:rPr>
        <w:t>п «Об утверждении тарифов на услуги (работы) МП ЗР «</w:t>
      </w:r>
      <w:proofErr w:type="spellStart"/>
      <w:r w:rsidRPr="00B03EA4">
        <w:rPr>
          <w:sz w:val="26"/>
          <w:szCs w:val="26"/>
        </w:rPr>
        <w:t>Севержилкомсервис</w:t>
      </w:r>
      <w:proofErr w:type="spellEnd"/>
      <w:r w:rsidRPr="00B03EA4">
        <w:rPr>
          <w:sz w:val="26"/>
          <w:szCs w:val="26"/>
        </w:rPr>
        <w:t>» на 202</w:t>
      </w:r>
      <w:r>
        <w:rPr>
          <w:sz w:val="26"/>
          <w:szCs w:val="26"/>
        </w:rPr>
        <w:t>3</w:t>
      </w:r>
      <w:r w:rsidRPr="00B03EA4">
        <w:rPr>
          <w:sz w:val="26"/>
          <w:szCs w:val="26"/>
        </w:rPr>
        <w:t xml:space="preserve"> год». </w:t>
      </w:r>
    </w:p>
    <w:p w:rsidR="00307E3C" w:rsidRDefault="00D77042" w:rsidP="00D77042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7E3C">
        <w:rPr>
          <w:sz w:val="28"/>
          <w:szCs w:val="28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D77042">
        <w:rPr>
          <w:sz w:val="26"/>
          <w:szCs w:val="26"/>
        </w:rPr>
        <w:t>8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D77042">
        <w:rPr>
          <w:sz w:val="26"/>
          <w:szCs w:val="26"/>
        </w:rPr>
        <w:t>14</w:t>
      </w:r>
      <w:r w:rsidRPr="00645285">
        <w:rPr>
          <w:sz w:val="26"/>
          <w:szCs w:val="26"/>
        </w:rPr>
        <w:t>.12.202</w:t>
      </w:r>
      <w:r w:rsidR="00D77042">
        <w:rPr>
          <w:sz w:val="26"/>
          <w:szCs w:val="26"/>
        </w:rPr>
        <w:t>2</w:t>
      </w:r>
      <w:r w:rsidRPr="00645285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="00D77042">
        <w:rPr>
          <w:sz w:val="26"/>
          <w:szCs w:val="26"/>
        </w:rPr>
        <w:t>14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275"/>
        <w:gridCol w:w="1704"/>
        <w:gridCol w:w="1842"/>
      </w:tblGrid>
      <w:tr w:rsidR="0047274A" w:rsidRPr="00853D13" w:rsidTr="00EA30E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населения и органов местного самоуправления</w:t>
            </w:r>
            <w:r w:rsidR="00EA30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EA30E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 w:rsidR="006F62F0"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 w:rsidR="006F62F0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</w:p>
          <w:p w:rsidR="0047274A" w:rsidRPr="00853D13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0320B" w:rsidRDefault="0047274A" w:rsidP="0030320B">
            <w:pPr>
              <w:jc w:val="center"/>
              <w:rPr>
                <w:bCs/>
              </w:rPr>
            </w:pPr>
            <w:r w:rsidRPr="0030320B">
              <w:rPr>
                <w:bCs/>
              </w:rPr>
              <w:t xml:space="preserve">1. </w:t>
            </w:r>
            <w:r w:rsidR="0030320B" w:rsidRPr="0030320B">
              <w:rPr>
                <w:bCs/>
              </w:rPr>
              <w:t xml:space="preserve">Услуги по поверке приборов учета тепловой энергии </w:t>
            </w:r>
            <w:proofErr w:type="spellStart"/>
            <w:r w:rsidR="0030320B" w:rsidRPr="0030320B">
              <w:rPr>
                <w:b/>
                <w:bCs/>
              </w:rPr>
              <w:t>тепловычислителя</w:t>
            </w:r>
            <w:proofErr w:type="spellEnd"/>
            <w:r w:rsidR="0030320B" w:rsidRPr="0030320B">
              <w:rPr>
                <w:bCs/>
              </w:rPr>
              <w:t>.</w:t>
            </w:r>
          </w:p>
        </w:tc>
      </w:tr>
      <w:tr w:rsidR="00EA30EB" w:rsidRPr="002E6701" w:rsidTr="00EA30EB">
        <w:trPr>
          <w:trHeight w:val="1306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A30EB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EA30EB" w:rsidP="0030320B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22 </w:t>
            </w:r>
            <w:r w:rsidR="00D77042">
              <w:rPr>
                <w:bCs/>
                <w:sz w:val="26"/>
                <w:szCs w:val="26"/>
              </w:rPr>
              <w:t>810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23 </w:t>
            </w:r>
            <w:r w:rsidR="00D77042">
              <w:rPr>
                <w:bCs/>
                <w:sz w:val="26"/>
                <w:szCs w:val="26"/>
              </w:rPr>
              <w:t>264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99</w:t>
            </w:r>
          </w:p>
        </w:tc>
      </w:tr>
      <w:tr w:rsidR="00EA30EB" w:rsidRPr="002E6701" w:rsidTr="00EA30EB">
        <w:trPr>
          <w:trHeight w:val="1562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A30EB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</w:t>
            </w:r>
            <w:r w:rsidR="00EA30EB" w:rsidRPr="003953D8">
              <w:rPr>
                <w:bCs/>
                <w:sz w:val="26"/>
                <w:szCs w:val="26"/>
              </w:rPr>
              <w:t>уб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17 </w:t>
            </w:r>
            <w:r w:rsidR="00D77042">
              <w:rPr>
                <w:bCs/>
                <w:sz w:val="26"/>
                <w:szCs w:val="26"/>
              </w:rPr>
              <w:t>580</w:t>
            </w:r>
            <w:r>
              <w:rPr>
                <w:bCs/>
                <w:sz w:val="26"/>
                <w:szCs w:val="26"/>
              </w:rPr>
              <w:t>,9</w:t>
            </w:r>
            <w:r w:rsidR="00D7704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035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90</w:t>
            </w:r>
          </w:p>
        </w:tc>
      </w:tr>
      <w:tr w:rsidR="0030320B" w:rsidRPr="002E6701" w:rsidTr="0030320B">
        <w:trPr>
          <w:trHeight w:val="413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Pr="0030320B" w:rsidRDefault="0030320B" w:rsidP="0030320B">
            <w:pPr>
              <w:jc w:val="center"/>
              <w:rPr>
                <w:bCs/>
              </w:rPr>
            </w:pPr>
            <w:r w:rsidRPr="0030320B">
              <w:rPr>
                <w:bCs/>
              </w:rPr>
              <w:t xml:space="preserve">2. Услуги по поверке приборов учета тепловой энергии </w:t>
            </w:r>
            <w:proofErr w:type="spellStart"/>
            <w:r w:rsidRPr="0030320B">
              <w:rPr>
                <w:b/>
                <w:bCs/>
              </w:rPr>
              <w:t>термосопротивления</w:t>
            </w:r>
            <w:proofErr w:type="spellEnd"/>
            <w:r w:rsidRPr="0030320B">
              <w:rPr>
                <w:bCs/>
              </w:rPr>
              <w:t>.</w:t>
            </w:r>
          </w:p>
        </w:tc>
      </w:tr>
      <w:tr w:rsidR="00E943EA" w:rsidRPr="002E6701" w:rsidTr="00EA30EB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Pr="002E6701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E67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22 </w:t>
            </w:r>
            <w:r w:rsidR="00D77042">
              <w:rPr>
                <w:bCs/>
                <w:sz w:val="26"/>
                <w:szCs w:val="26"/>
              </w:rPr>
              <w:t>641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D77042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255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94</w:t>
            </w:r>
          </w:p>
        </w:tc>
      </w:tr>
      <w:tr w:rsidR="00E943EA" w:rsidRPr="002E6701" w:rsidTr="00302E94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411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88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025</w:t>
            </w:r>
            <w:r>
              <w:rPr>
                <w:bCs/>
                <w:sz w:val="26"/>
                <w:szCs w:val="26"/>
              </w:rPr>
              <w:t>,9</w:t>
            </w:r>
            <w:r w:rsidR="00D77042">
              <w:rPr>
                <w:bCs/>
                <w:sz w:val="26"/>
                <w:szCs w:val="26"/>
              </w:rPr>
              <w:t>7</w:t>
            </w:r>
          </w:p>
        </w:tc>
      </w:tr>
      <w:tr w:rsidR="0030320B" w:rsidRPr="002E6701" w:rsidTr="0030320B">
        <w:trPr>
          <w:trHeight w:val="427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</w:rPr>
              <w:t>3</w:t>
            </w:r>
            <w:r w:rsidRPr="0030320B">
              <w:rPr>
                <w:bCs/>
              </w:rPr>
              <w:t xml:space="preserve">. Услуги по поверке приборов учета тепловой энергии </w:t>
            </w:r>
            <w:r>
              <w:rPr>
                <w:b/>
                <w:bCs/>
              </w:rPr>
              <w:t>расходомера</w:t>
            </w:r>
            <w:r w:rsidRPr="0030320B">
              <w:rPr>
                <w:bCs/>
              </w:rPr>
              <w:t>.</w:t>
            </w:r>
          </w:p>
        </w:tc>
      </w:tr>
      <w:tr w:rsidR="00E943EA" w:rsidRPr="002E6701" w:rsidTr="004077BD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proofErr w:type="spellStart"/>
            <w:r>
              <w:lastRenderedPageBreak/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lastRenderedPageBreak/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43 </w:t>
            </w:r>
            <w:r w:rsidR="00D77042">
              <w:rPr>
                <w:bCs/>
                <w:sz w:val="26"/>
                <w:szCs w:val="26"/>
              </w:rPr>
              <w:t>741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44 </w:t>
            </w:r>
            <w:r w:rsidR="00D77042">
              <w:rPr>
                <w:bCs/>
                <w:sz w:val="26"/>
                <w:szCs w:val="26"/>
              </w:rPr>
              <w:t>702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85</w:t>
            </w:r>
          </w:p>
        </w:tc>
      </w:tr>
      <w:tr w:rsidR="00E943EA" w:rsidRPr="002E6701" w:rsidTr="004077BD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33 </w:t>
            </w:r>
            <w:r w:rsidR="00D77042">
              <w:rPr>
                <w:bCs/>
                <w:sz w:val="26"/>
                <w:szCs w:val="26"/>
              </w:rPr>
              <w:t>814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46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E943EA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34 </w:t>
            </w:r>
            <w:r w:rsidR="00D77042">
              <w:rPr>
                <w:bCs/>
                <w:sz w:val="26"/>
                <w:szCs w:val="26"/>
              </w:rPr>
              <w:t>775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50</w:t>
            </w:r>
          </w:p>
        </w:tc>
      </w:tr>
      <w:tr w:rsidR="0030320B" w:rsidRPr="002E6701" w:rsidTr="0030320B">
        <w:trPr>
          <w:trHeight w:val="441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</w:rPr>
              <w:t>4</w:t>
            </w:r>
            <w:r w:rsidRPr="0030320B">
              <w:rPr>
                <w:bCs/>
              </w:rPr>
              <w:t xml:space="preserve">. Услуги по поверке приборов учета тепловой энергии </w:t>
            </w:r>
            <w:r w:rsidRPr="00E943EA">
              <w:rPr>
                <w:b/>
                <w:bCs/>
              </w:rPr>
              <w:t>(</w:t>
            </w:r>
            <w:proofErr w:type="spellStart"/>
            <w:r w:rsidRPr="00E943EA">
              <w:rPr>
                <w:b/>
                <w:bCs/>
              </w:rPr>
              <w:t>Авектра</w:t>
            </w:r>
            <w:proofErr w:type="spellEnd"/>
            <w:r w:rsidRPr="00E943EA">
              <w:rPr>
                <w:b/>
                <w:bCs/>
              </w:rPr>
              <w:t>)</w:t>
            </w:r>
            <w:r w:rsidRPr="0030320B">
              <w:rPr>
                <w:bCs/>
              </w:rPr>
              <w:t>.</w:t>
            </w:r>
          </w:p>
        </w:tc>
      </w:tr>
      <w:tr w:rsidR="00E943EA" w:rsidRPr="002E6701" w:rsidTr="004F432C">
        <w:trPr>
          <w:trHeight w:val="70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A63673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543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95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A63673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734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90</w:t>
            </w:r>
          </w:p>
        </w:tc>
      </w:tr>
      <w:tr w:rsidR="00E943EA" w:rsidRPr="002E6701" w:rsidTr="0030320B">
        <w:trPr>
          <w:trHeight w:val="70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A63673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547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89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A63673" w:rsidP="00D770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738</w:t>
            </w:r>
            <w:r>
              <w:rPr>
                <w:bCs/>
                <w:sz w:val="26"/>
                <w:szCs w:val="26"/>
              </w:rPr>
              <w:t>,8</w:t>
            </w:r>
            <w:r w:rsidR="00D77042">
              <w:rPr>
                <w:bCs/>
                <w:sz w:val="26"/>
                <w:szCs w:val="26"/>
              </w:rPr>
              <w:t>4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D77042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D77042" w:rsidRPr="00D77042">
        <w:rPr>
          <w:sz w:val="28"/>
          <w:szCs w:val="28"/>
        </w:rPr>
        <w:t>Настоящее постановление вступает в силу со дня принятия и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D77042" w:rsidRDefault="00D77042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E943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="0078665D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E943EA" w:rsidRDefault="00E943EA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E943EA" w:rsidP="00A636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7D5CBF" w:rsidRPr="00AC3D03" w:rsidRDefault="00AC3D03" w:rsidP="003976CA">
      <w:pPr>
        <w:jc w:val="right"/>
        <w:rPr>
          <w:sz w:val="28"/>
          <w:szCs w:val="28"/>
        </w:rPr>
      </w:pPr>
      <w:r w:rsidRPr="00AC3D03">
        <w:rPr>
          <w:sz w:val="28"/>
          <w:szCs w:val="28"/>
        </w:rPr>
        <w:t>.</w:t>
      </w: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E8C" w:rsidRDefault="00702E8C">
      <w:r>
        <w:separator/>
      </w:r>
    </w:p>
  </w:endnote>
  <w:endnote w:type="continuationSeparator" w:id="0">
    <w:p w:rsidR="00702E8C" w:rsidRDefault="007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E8C" w:rsidRDefault="00702E8C">
      <w:r>
        <w:separator/>
      </w:r>
    </w:p>
  </w:footnote>
  <w:footnote w:type="continuationSeparator" w:id="0">
    <w:p w:rsidR="00702E8C" w:rsidRDefault="00702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EAC51B6"/>
    <w:multiLevelType w:val="hybridMultilevel"/>
    <w:tmpl w:val="B8BEC136"/>
    <w:lvl w:ilvl="0" w:tplc="D4D8021E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737AB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328DE"/>
    <w:rsid w:val="0025377B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20B"/>
    <w:rsid w:val="00303F7F"/>
    <w:rsid w:val="00307E3C"/>
    <w:rsid w:val="003664CA"/>
    <w:rsid w:val="003675F5"/>
    <w:rsid w:val="00375BF8"/>
    <w:rsid w:val="003767C8"/>
    <w:rsid w:val="00381825"/>
    <w:rsid w:val="00384C6E"/>
    <w:rsid w:val="00387307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31D97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02E8C"/>
    <w:rsid w:val="00711AE2"/>
    <w:rsid w:val="00714620"/>
    <w:rsid w:val="00751F5F"/>
    <w:rsid w:val="007523B3"/>
    <w:rsid w:val="00756312"/>
    <w:rsid w:val="007701B4"/>
    <w:rsid w:val="00773ED8"/>
    <w:rsid w:val="0078665D"/>
    <w:rsid w:val="00787344"/>
    <w:rsid w:val="00794F29"/>
    <w:rsid w:val="007A5F42"/>
    <w:rsid w:val="007B081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2A14"/>
    <w:rsid w:val="008146D5"/>
    <w:rsid w:val="00814726"/>
    <w:rsid w:val="00815549"/>
    <w:rsid w:val="0082330C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1502C"/>
    <w:rsid w:val="00A2746C"/>
    <w:rsid w:val="00A4283E"/>
    <w:rsid w:val="00A61A0A"/>
    <w:rsid w:val="00A62700"/>
    <w:rsid w:val="00A63673"/>
    <w:rsid w:val="00A751C0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25D02"/>
    <w:rsid w:val="00C35820"/>
    <w:rsid w:val="00C50A0E"/>
    <w:rsid w:val="00C65B62"/>
    <w:rsid w:val="00C7392A"/>
    <w:rsid w:val="00C80C19"/>
    <w:rsid w:val="00C918B5"/>
    <w:rsid w:val="00C9554E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77042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43EA"/>
    <w:rsid w:val="00E954D9"/>
    <w:rsid w:val="00E97DBB"/>
    <w:rsid w:val="00EA30E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1DF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28C3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273E6-3B54-4B85-8F2E-4C608958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2023-05-10T06:44:00Z</cp:lastPrinted>
  <dcterms:created xsi:type="dcterms:W3CDTF">2023-05-10T06:45:00Z</dcterms:created>
  <dcterms:modified xsi:type="dcterms:W3CDTF">2023-05-10T06:45:00Z</dcterms:modified>
</cp:coreProperties>
</file>